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05B24">
        <w:rPr>
          <w:rFonts w:ascii="Arial" w:hAnsi="Arial" w:cs="Arial"/>
          <w:bCs/>
          <w:i/>
          <w:sz w:val="20"/>
          <w:szCs w:val="20"/>
        </w:rPr>
        <w:t>Załącznik nr 3</w:t>
      </w:r>
      <w:r>
        <w:rPr>
          <w:rFonts w:ascii="Arial" w:hAnsi="Arial" w:cs="Arial"/>
          <w:bCs/>
          <w:i/>
          <w:sz w:val="20"/>
          <w:szCs w:val="20"/>
        </w:rPr>
        <w:t>a</w:t>
      </w:r>
      <w:r w:rsidRPr="00105B24">
        <w:rPr>
          <w:rFonts w:ascii="Arial" w:hAnsi="Arial" w:cs="Arial"/>
          <w:bCs/>
          <w:i/>
          <w:sz w:val="20"/>
          <w:szCs w:val="20"/>
        </w:rPr>
        <w:t xml:space="preserve"> do SWZ</w:t>
      </w:r>
    </w:p>
    <w:p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9229BB" w:rsidRPr="001B2AEA" w:rsidRDefault="009229BB" w:rsidP="00D3720C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PODMIOTU TRZECIEGO </w:t>
      </w:r>
    </w:p>
    <w:p w:rsidR="009229BB" w:rsidRPr="00D3720C" w:rsidRDefault="009229BB" w:rsidP="00D3720C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3720C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D3720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 xml:space="preserve">SKŁADANE NA PODSTAWIE ART.  125 UST.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USTAWY PZP</w:t>
      </w:r>
    </w:p>
    <w:p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:rsidR="009229BB" w:rsidRDefault="009229BB" w:rsidP="009123CF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105B24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9229BB" w:rsidRPr="00105B24" w:rsidRDefault="009229BB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w imieniu reprezen</w:t>
      </w:r>
      <w:r>
        <w:rPr>
          <w:rFonts w:ascii="Arial" w:hAnsi="Arial" w:cs="Arial"/>
          <w:sz w:val="20"/>
          <w:szCs w:val="20"/>
        </w:rPr>
        <w:t>towanego przeze mnie</w:t>
      </w:r>
      <w:r w:rsidRPr="00105B24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odmiotu udostępniającego zasoby</w:t>
      </w:r>
      <w:r w:rsidRPr="00105B24">
        <w:rPr>
          <w:rFonts w:ascii="Arial" w:hAnsi="Arial" w:cs="Arial"/>
          <w:sz w:val="20"/>
          <w:szCs w:val="20"/>
        </w:rPr>
        <w:t>:</w:t>
      </w:r>
    </w:p>
    <w:p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:rsidR="009229BB" w:rsidRPr="001D639E" w:rsidRDefault="009229BB" w:rsidP="00974C33">
      <w:pPr>
        <w:widowControl w:val="0"/>
        <w:ind w:firstLine="708"/>
        <w:jc w:val="center"/>
        <w:rPr>
          <w:rFonts w:ascii="Arial" w:hAnsi="Arial" w:cs="Arial"/>
          <w:i/>
          <w:iCs/>
          <w:sz w:val="16"/>
          <w:szCs w:val="16"/>
        </w:rPr>
      </w:pPr>
      <w:r w:rsidRPr="001D639E">
        <w:rPr>
          <w:rFonts w:ascii="Arial" w:hAnsi="Arial" w:cs="Arial"/>
          <w:i/>
          <w:iCs/>
          <w:sz w:val="16"/>
          <w:szCs w:val="16"/>
        </w:rPr>
        <w:t>(pełna nazwa i siedziba  podmiotu udostępniającego zasoby)</w:t>
      </w:r>
    </w:p>
    <w:p w:rsidR="009229BB" w:rsidRPr="00105B24" w:rsidRDefault="009229BB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:rsidR="009229BB" w:rsidRPr="00384765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4765">
        <w:rPr>
          <w:rFonts w:ascii="Arial" w:hAnsi="Arial" w:cs="Arial"/>
          <w:sz w:val="20"/>
          <w:szCs w:val="20"/>
        </w:rPr>
        <w:t xml:space="preserve">świadczam, </w:t>
      </w:r>
      <w:r w:rsidRPr="00893F72">
        <w:rPr>
          <w:rFonts w:ascii="Arial" w:hAnsi="Arial" w:cs="Arial"/>
          <w:sz w:val="20"/>
          <w:szCs w:val="20"/>
        </w:rPr>
        <w:t>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93F72">
        <w:rPr>
          <w:vertAlign w:val="superscript"/>
        </w:rPr>
        <w:footnoteReference w:id="1"/>
      </w:r>
      <w:r>
        <w:rPr>
          <w:rFonts w:ascii="Arial" w:hAnsi="Arial" w:cs="Arial"/>
          <w:sz w:val="20"/>
          <w:szCs w:val="20"/>
        </w:rPr>
        <w:t>,</w:t>
      </w:r>
    </w:p>
    <w:p w:rsidR="009229BB" w:rsidRPr="00105B24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:rsidR="009229BB" w:rsidRPr="00105B24" w:rsidRDefault="009229BB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Jednocześnie oświadczam, że w związku z ww. okolicznością, występują następujące przesłanki, o których mowa w przepisie art. 110 ust. 2 ustawy Pzp, dzięki którym nie podlegam wykluczeniu z udziału w postępowaniu:</w:t>
      </w:r>
    </w:p>
    <w:p w:rsidR="009229BB" w:rsidRPr="00105B24" w:rsidRDefault="009229BB" w:rsidP="00974C3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</w:t>
      </w:r>
    </w:p>
    <w:p w:rsidR="009229BB" w:rsidRPr="00685386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:rsidR="009229BB" w:rsidRDefault="009229BB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9229BB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:rsidR="009229BB" w:rsidRPr="00974C33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podmiotu trzeciego </w:t>
      </w:r>
    </w:p>
    <w:p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229BB" w:rsidRPr="00105B24" w:rsidRDefault="009229BB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 </w:t>
      </w:r>
    </w:p>
    <w:sectPr w:rsidR="009229BB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9BB" w:rsidRDefault="009229BB">
      <w:r>
        <w:separator/>
      </w:r>
    </w:p>
  </w:endnote>
  <w:endnote w:type="continuationSeparator" w:id="0">
    <w:p w:rsidR="009229BB" w:rsidRDefault="0092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9BB" w:rsidRDefault="009229BB">
      <w:r>
        <w:separator/>
      </w:r>
    </w:p>
  </w:footnote>
  <w:footnote w:type="continuationSeparator" w:id="0">
    <w:p w:rsidR="009229BB" w:rsidRDefault="009229BB">
      <w:r>
        <w:continuationSeparator/>
      </w:r>
    </w:p>
  </w:footnote>
  <w:footnote w:id="1">
    <w:p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229BB" w:rsidRDefault="009229BB" w:rsidP="00D3720C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5E2F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494D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E30B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F0C3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027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B4B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FABE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D0E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A87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71A5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3DB339AB"/>
    <w:multiLevelType w:val="hybridMultilevel"/>
    <w:tmpl w:val="CE227592"/>
    <w:lvl w:ilvl="0" w:tplc="BF248298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5"/>
  </w:num>
  <w:num w:numId="5">
    <w:abstractNumId w:val="1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3B"/>
    <w:rsid w:val="00090522"/>
    <w:rsid w:val="001011E1"/>
    <w:rsid w:val="00105B24"/>
    <w:rsid w:val="001115E9"/>
    <w:rsid w:val="001238BD"/>
    <w:rsid w:val="00196653"/>
    <w:rsid w:val="001B2AEA"/>
    <w:rsid w:val="001D639E"/>
    <w:rsid w:val="001E7925"/>
    <w:rsid w:val="00212386"/>
    <w:rsid w:val="002960E7"/>
    <w:rsid w:val="002A5EA1"/>
    <w:rsid w:val="002B0D1E"/>
    <w:rsid w:val="002D0236"/>
    <w:rsid w:val="00377E85"/>
    <w:rsid w:val="00384765"/>
    <w:rsid w:val="00391C27"/>
    <w:rsid w:val="003923FC"/>
    <w:rsid w:val="00396224"/>
    <w:rsid w:val="004069F6"/>
    <w:rsid w:val="004139A9"/>
    <w:rsid w:val="00422E7C"/>
    <w:rsid w:val="00471554"/>
    <w:rsid w:val="004961C4"/>
    <w:rsid w:val="004E21BC"/>
    <w:rsid w:val="00562159"/>
    <w:rsid w:val="005D753B"/>
    <w:rsid w:val="006027C4"/>
    <w:rsid w:val="00602D09"/>
    <w:rsid w:val="00655AC6"/>
    <w:rsid w:val="006724AC"/>
    <w:rsid w:val="00685386"/>
    <w:rsid w:val="00750384"/>
    <w:rsid w:val="007B4CC8"/>
    <w:rsid w:val="007C1EE9"/>
    <w:rsid w:val="00893F72"/>
    <w:rsid w:val="008F399A"/>
    <w:rsid w:val="009123CF"/>
    <w:rsid w:val="009229BB"/>
    <w:rsid w:val="00974C33"/>
    <w:rsid w:val="0099646C"/>
    <w:rsid w:val="00A135AB"/>
    <w:rsid w:val="00A13765"/>
    <w:rsid w:val="00A45887"/>
    <w:rsid w:val="00A63E19"/>
    <w:rsid w:val="00A82964"/>
    <w:rsid w:val="00B563F1"/>
    <w:rsid w:val="00BE27DD"/>
    <w:rsid w:val="00C37643"/>
    <w:rsid w:val="00C82064"/>
    <w:rsid w:val="00C9787C"/>
    <w:rsid w:val="00CB1E74"/>
    <w:rsid w:val="00CD569D"/>
    <w:rsid w:val="00D038C0"/>
    <w:rsid w:val="00D3720C"/>
    <w:rsid w:val="00D86A77"/>
    <w:rsid w:val="00DD271A"/>
    <w:rsid w:val="00E342B7"/>
    <w:rsid w:val="00E8407C"/>
    <w:rsid w:val="00EC2676"/>
    <w:rsid w:val="00F66068"/>
    <w:rsid w:val="00F76A8D"/>
    <w:rsid w:val="00FE0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Header">
    <w:name w:val="header"/>
    <w:basedOn w:val="Normal"/>
    <w:next w:val="BodyText"/>
    <w:link w:val="HeaderChar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2D09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A5EA1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02D09"/>
    <w:rPr>
      <w:rFonts w:cs="Times New Roman"/>
      <w:sz w:val="24"/>
      <w:szCs w:val="24"/>
    </w:rPr>
  </w:style>
  <w:style w:type="paragraph" w:styleId="List">
    <w:name w:val="List"/>
    <w:basedOn w:val="BodyText"/>
    <w:uiPriority w:val="99"/>
    <w:rsid w:val="002A5EA1"/>
    <w:rPr>
      <w:rFonts w:cs="Lucida Sans"/>
    </w:rPr>
  </w:style>
  <w:style w:type="paragraph" w:styleId="Caption">
    <w:name w:val="caption"/>
    <w:basedOn w:val="Normal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"/>
    <w:uiPriority w:val="99"/>
    <w:rsid w:val="002A5EA1"/>
    <w:pPr>
      <w:suppressLineNumbers/>
    </w:pPr>
    <w:rPr>
      <w:rFonts w:cs="Lucida Sans"/>
    </w:rPr>
  </w:style>
  <w:style w:type="paragraph" w:styleId="CommentText">
    <w:name w:val="annotation text"/>
    <w:basedOn w:val="Normal"/>
    <w:link w:val="CommentTextChar1"/>
    <w:uiPriority w:val="99"/>
    <w:semiHidden/>
    <w:rsid w:val="006724AC"/>
    <w:rPr>
      <w:rFonts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02D0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6724AC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FootnoteReference">
    <w:name w:val="footnote reference"/>
    <w:basedOn w:val="DefaultParagraphFont"/>
    <w:uiPriority w:val="99"/>
    <w:semiHidden/>
    <w:rsid w:val="00D3720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331</Words>
  <Characters>1988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ZAŁĄCZNIK NR……</dc:title>
  <dc:subject/>
  <dc:creator>RMK</dc:creator>
  <cp:keywords/>
  <dc:description/>
  <cp:lastModifiedBy>u00403</cp:lastModifiedBy>
  <cp:revision>2</cp:revision>
  <dcterms:created xsi:type="dcterms:W3CDTF">2022-05-11T07:43:00Z</dcterms:created>
  <dcterms:modified xsi:type="dcterms:W3CDTF">2022-05-11T07:43:00Z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